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4 </w:t>
      </w:r>
      <w:r w:rsidR="00D51154" w:rsidRPr="00D51154">
        <w:rPr>
          <w:rFonts w:eastAsia="Times New Roman" w:cs="Times New Roman"/>
          <w:lang w:eastAsia="cs-CZ"/>
        </w:rPr>
        <w:t>seznam poddodavatelů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11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115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081B26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340D30-7585-4968-A8FF-F3898F119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2020-06-12T08:49:00Z</dcterms:created>
  <dcterms:modified xsi:type="dcterms:W3CDTF">2020-06-12T08:49:00Z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